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FB3D38" w:rsidRDefault="00FB3D38" w:rsidP="00FB3D38">
      <w:pPr>
        <w:pStyle w:val="ConsPlusNormal"/>
        <w:jc w:val="center"/>
      </w:pPr>
      <w:r>
        <w:t>ИНФОРМАЦИЯ</w:t>
      </w:r>
    </w:p>
    <w:p w:rsidR="00FB3D38" w:rsidRDefault="00FB3D38" w:rsidP="00FB3D38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EB4E8E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EB4E8E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EB4E8E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EB4E8E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FD2062" w:rsidP="00EB4E8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E73603" w:rsidRPr="00E62846" w:rsidRDefault="00FB3D38" w:rsidP="00FB3D38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8A4DC3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 xml:space="preserve">Муниципальная программа «Развитие физической культуры и спорта в городе Рубцовске», </w:t>
            </w:r>
            <w:r w:rsidR="00180A69" w:rsidRPr="00180A69">
              <w:rPr>
                <w:sz w:val="20"/>
                <w:szCs w:val="20"/>
                <w:lang w:eastAsia="en-US"/>
              </w:rPr>
              <w:t>Подпрограмма 3. «Развитие спортивных клубов в городе Рубцовске»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FB3D38" w:rsidRDefault="005730F5" w:rsidP="0038211B">
            <w:pPr>
              <w:pStyle w:val="ConsPlusNormal"/>
              <w:rPr>
                <w:sz w:val="16"/>
                <w:szCs w:val="16"/>
              </w:rPr>
            </w:pPr>
            <w:r w:rsidRPr="00FB3D38">
              <w:rPr>
                <w:sz w:val="16"/>
                <w:szCs w:val="16"/>
              </w:rPr>
              <w:t>25</w:t>
            </w:r>
            <w:r w:rsidR="00FB3D38">
              <w:rPr>
                <w:sz w:val="16"/>
                <w:szCs w:val="16"/>
              </w:rPr>
              <w:t xml:space="preserve"> </w:t>
            </w:r>
            <w:r w:rsidR="0038211B" w:rsidRPr="00FB3D38">
              <w:rPr>
                <w:sz w:val="16"/>
                <w:szCs w:val="16"/>
              </w:rPr>
              <w:t>3</w:t>
            </w:r>
            <w:r w:rsidR="00FB3D38">
              <w:rPr>
                <w:sz w:val="16"/>
                <w:szCs w:val="16"/>
              </w:rPr>
              <w:t xml:space="preserve"> </w:t>
            </w:r>
            <w:r w:rsidRPr="00FB3D38">
              <w:rPr>
                <w:sz w:val="16"/>
                <w:szCs w:val="16"/>
              </w:rPr>
              <w:t>00</w:t>
            </w:r>
            <w:r w:rsidR="00FB3D38">
              <w:rPr>
                <w:sz w:val="16"/>
                <w:szCs w:val="16"/>
              </w:rPr>
              <w:t xml:space="preserve"> </w:t>
            </w:r>
            <w:r w:rsidRPr="00FB3D38">
              <w:rPr>
                <w:sz w:val="16"/>
                <w:szCs w:val="16"/>
              </w:rPr>
              <w:t>Р6099</w:t>
            </w:r>
            <w:r w:rsidR="00FB3D38">
              <w:rPr>
                <w:sz w:val="16"/>
                <w:szCs w:val="16"/>
              </w:rPr>
              <w:t xml:space="preserve"> 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Pr="005730F5" w:rsidRDefault="00E62846" w:rsidP="005730F5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Проведение спортивно-массовых мероприятий</w:t>
            </w:r>
          </w:p>
          <w:p w:rsidR="00E62846" w:rsidRDefault="00E62846" w:rsidP="005730F5">
            <w:pPr>
              <w:pStyle w:val="ConsPlusNormal"/>
              <w:ind w:left="360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FB3D38" w:rsidRDefault="00FB3D38" w:rsidP="0038211B">
            <w:pPr>
              <w:pStyle w:val="ConsPlusNormal"/>
              <w:rPr>
                <w:sz w:val="16"/>
                <w:szCs w:val="16"/>
              </w:rPr>
            </w:pPr>
            <w:r w:rsidRPr="00FB3D38">
              <w:rPr>
                <w:sz w:val="16"/>
                <w:szCs w:val="16"/>
              </w:rPr>
              <w:t>057</w:t>
            </w:r>
            <w:r>
              <w:rPr>
                <w:sz w:val="16"/>
                <w:szCs w:val="16"/>
              </w:rPr>
              <w:t xml:space="preserve"> </w:t>
            </w:r>
            <w:r w:rsidRPr="00FB3D38">
              <w:rPr>
                <w:sz w:val="16"/>
                <w:szCs w:val="16"/>
              </w:rPr>
              <w:t>1101</w:t>
            </w:r>
            <w:r>
              <w:rPr>
                <w:sz w:val="16"/>
                <w:szCs w:val="16"/>
              </w:rPr>
              <w:t xml:space="preserve"> </w:t>
            </w:r>
            <w:r w:rsidRPr="00FB3D38"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</w:rPr>
              <w:t xml:space="preserve"> </w:t>
            </w:r>
            <w:r w:rsidRPr="00FB3D38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Pr="00FB3D38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 xml:space="preserve"> </w:t>
            </w:r>
            <w:r w:rsidRPr="00FB3D38">
              <w:rPr>
                <w:sz w:val="16"/>
                <w:szCs w:val="16"/>
              </w:rPr>
              <w:t>Р6099</w:t>
            </w:r>
            <w:r>
              <w:rPr>
                <w:sz w:val="16"/>
                <w:szCs w:val="16"/>
              </w:rPr>
              <w:t xml:space="preserve"> </w:t>
            </w:r>
            <w:r w:rsidRPr="00FB3D38">
              <w:rPr>
                <w:sz w:val="16"/>
                <w:szCs w:val="16"/>
              </w:rPr>
              <w:t>612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</w:tcPr>
          <w:p w:rsidR="00E73603" w:rsidRPr="00631B09" w:rsidRDefault="00E73603" w:rsidP="00EB4E8E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Результат предоставления субсидии 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C1033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C1033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C1033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C1033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C1033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C1033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C1033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26700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5"/>
        <w:gridCol w:w="938"/>
        <w:gridCol w:w="938"/>
        <w:gridCol w:w="938"/>
        <w:gridCol w:w="853"/>
        <w:gridCol w:w="452"/>
        <w:gridCol w:w="732"/>
        <w:gridCol w:w="789"/>
        <w:gridCol w:w="732"/>
        <w:gridCol w:w="789"/>
        <w:gridCol w:w="789"/>
        <w:gridCol w:w="822"/>
        <w:gridCol w:w="666"/>
        <w:gridCol w:w="1379"/>
        <w:gridCol w:w="971"/>
        <w:gridCol w:w="1119"/>
        <w:gridCol w:w="816"/>
        <w:gridCol w:w="816"/>
      </w:tblGrid>
      <w:tr w:rsidR="004C22C2" w:rsidRPr="007F09D2" w:rsidTr="005730F5">
        <w:tc>
          <w:tcPr>
            <w:tcW w:w="72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30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653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3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5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8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2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6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7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7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1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5730F5"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5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2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6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7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7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1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DB663C" w:rsidRPr="007F09D2" w:rsidTr="005730F5">
        <w:tc>
          <w:tcPr>
            <w:tcW w:w="1663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3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DB663C" w:rsidRPr="007F09D2" w:rsidRDefault="00DB66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89" w:type="dxa"/>
            <w:vAlign w:val="center"/>
          </w:tcPr>
          <w:p w:rsidR="00DB663C" w:rsidRPr="007F09D2" w:rsidRDefault="00DB66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2" w:type="dxa"/>
            <w:vAlign w:val="center"/>
          </w:tcPr>
          <w:p w:rsidR="00DB663C" w:rsidRPr="00061492" w:rsidRDefault="00061492" w:rsidP="005D0D62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89" w:type="dxa"/>
            <w:vAlign w:val="center"/>
          </w:tcPr>
          <w:p w:rsidR="00DB663C" w:rsidRPr="00061492" w:rsidRDefault="00061492" w:rsidP="005D0D62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89" w:type="dxa"/>
            <w:vAlign w:val="center"/>
          </w:tcPr>
          <w:p w:rsidR="00DB663C" w:rsidRPr="00061492" w:rsidRDefault="00061492" w:rsidP="005D0D62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822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7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71" w:type="dxa"/>
            <w:vAlign w:val="center"/>
          </w:tcPr>
          <w:p w:rsidR="00DB663C" w:rsidRPr="007F09D2" w:rsidRDefault="0088495D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589000</w:t>
            </w:r>
            <w:r w:rsidR="00DB663C">
              <w:rPr>
                <w:sz w:val="20"/>
                <w:szCs w:val="20"/>
              </w:rPr>
              <w:t>,00</w:t>
            </w:r>
          </w:p>
        </w:tc>
        <w:tc>
          <w:tcPr>
            <w:tcW w:w="111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DB663C" w:rsidRPr="0088495D" w:rsidRDefault="0088495D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457433</w:t>
            </w:r>
            <w:r>
              <w:rPr>
                <w:sz w:val="20"/>
                <w:szCs w:val="20"/>
              </w:rPr>
              <w:t>,96</w:t>
            </w:r>
          </w:p>
        </w:tc>
        <w:tc>
          <w:tcPr>
            <w:tcW w:w="816" w:type="dxa"/>
            <w:vAlign w:val="center"/>
          </w:tcPr>
          <w:p w:rsidR="00DB663C" w:rsidRPr="007F09D2" w:rsidRDefault="0088495D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457433,96</w:t>
            </w:r>
          </w:p>
        </w:tc>
      </w:tr>
      <w:tr w:rsidR="00C1033C" w:rsidRPr="007F09D2" w:rsidTr="005730F5">
        <w:tc>
          <w:tcPr>
            <w:tcW w:w="725" w:type="dxa"/>
            <w:vMerge w:val="restart"/>
            <w:vAlign w:val="center"/>
          </w:tcPr>
          <w:p w:rsidR="00C1033C" w:rsidRPr="007F09D2" w:rsidRDefault="00C1033C" w:rsidP="00DB663C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/к «Торпедо»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спортивно-массовых меропри</w:t>
            </w:r>
            <w:r>
              <w:rPr>
                <w:sz w:val="20"/>
                <w:szCs w:val="20"/>
              </w:rPr>
              <w:lastRenderedPageBreak/>
              <w:t>ятий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3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89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32" w:type="dxa"/>
            <w:vAlign w:val="center"/>
          </w:tcPr>
          <w:p w:rsidR="00C1033C" w:rsidRPr="00061492" w:rsidRDefault="00C1033C" w:rsidP="007C3739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89" w:type="dxa"/>
            <w:vAlign w:val="center"/>
          </w:tcPr>
          <w:p w:rsidR="00C1033C" w:rsidRPr="00061492" w:rsidRDefault="00C1033C" w:rsidP="007C3739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89" w:type="dxa"/>
            <w:vAlign w:val="center"/>
          </w:tcPr>
          <w:p w:rsidR="00C1033C" w:rsidRPr="00061492" w:rsidRDefault="00C1033C" w:rsidP="007C3739">
            <w:pPr>
              <w:pStyle w:val="ConsPlusNorma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822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79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71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589000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119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88495D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457433</w:t>
            </w:r>
            <w:r>
              <w:rPr>
                <w:sz w:val="20"/>
                <w:szCs w:val="20"/>
              </w:rPr>
              <w:t>,96</w:t>
            </w:r>
          </w:p>
        </w:tc>
        <w:tc>
          <w:tcPr>
            <w:tcW w:w="816" w:type="dxa"/>
            <w:vAlign w:val="center"/>
          </w:tcPr>
          <w:p w:rsidR="00C1033C" w:rsidRPr="007F09D2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457433,96</w:t>
            </w:r>
          </w:p>
        </w:tc>
      </w:tr>
      <w:tr w:rsidR="00C1033C" w:rsidRPr="007F09D2" w:rsidTr="0026700F">
        <w:trPr>
          <w:trHeight w:val="150"/>
        </w:trPr>
        <w:tc>
          <w:tcPr>
            <w:tcW w:w="0" w:type="auto"/>
            <w:vMerge/>
          </w:tcPr>
          <w:p w:rsidR="00C1033C" w:rsidRPr="007F09D2" w:rsidRDefault="00C1033C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C1033C" w:rsidRPr="007F09D2" w:rsidRDefault="00C1033C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спортивно-массовые мероприятия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53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379" w:type="dxa"/>
            <w:vAlign w:val="center"/>
          </w:tcPr>
          <w:p w:rsidR="00C1033C" w:rsidRPr="007F09D2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971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1033C" w:rsidRPr="007F09D2" w:rsidTr="0088495D">
        <w:trPr>
          <w:trHeight w:val="2062"/>
        </w:trPr>
        <w:tc>
          <w:tcPr>
            <w:tcW w:w="0" w:type="auto"/>
            <w:vMerge/>
          </w:tcPr>
          <w:p w:rsidR="00C1033C" w:rsidRPr="007F09D2" w:rsidRDefault="00C1033C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C1033C" w:rsidRPr="007F09D2" w:rsidRDefault="00C1033C" w:rsidP="0088495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спортивно-массовые мероприятия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26700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КТ-0000000002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692CF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53" w:type="dxa"/>
            <w:vAlign w:val="center"/>
          </w:tcPr>
          <w:p w:rsidR="00C1033C" w:rsidRPr="007F09D2" w:rsidRDefault="00C1033C" w:rsidP="00692CF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C1033C" w:rsidRPr="007F09D2" w:rsidRDefault="00C1033C" w:rsidP="00692CF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C1033C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89" w:type="dxa"/>
            <w:vAlign w:val="center"/>
          </w:tcPr>
          <w:p w:rsidR="00C1033C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89" w:type="dxa"/>
            <w:vAlign w:val="center"/>
          </w:tcPr>
          <w:p w:rsidR="00C1033C" w:rsidRDefault="00C1033C" w:rsidP="008849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2" w:type="dxa"/>
            <w:vAlign w:val="center"/>
          </w:tcPr>
          <w:p w:rsidR="00C1033C" w:rsidRPr="007F09D2" w:rsidRDefault="00C1033C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vAlign w:val="center"/>
          </w:tcPr>
          <w:p w:rsidR="00C1033C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79" w:type="dxa"/>
            <w:vAlign w:val="center"/>
          </w:tcPr>
          <w:p w:rsidR="00C1033C" w:rsidRDefault="00C1033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71" w:type="dxa"/>
            <w:vAlign w:val="center"/>
          </w:tcPr>
          <w:p w:rsidR="00C1033C" w:rsidRPr="007F09D2" w:rsidRDefault="00C1033C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C1033C" w:rsidRPr="007F09D2" w:rsidRDefault="00C1033C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692CF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1033C" w:rsidRPr="007F09D2" w:rsidTr="00C1033C">
        <w:trPr>
          <w:trHeight w:val="1910"/>
        </w:trPr>
        <w:tc>
          <w:tcPr>
            <w:tcW w:w="0" w:type="auto"/>
            <w:vMerge/>
          </w:tcPr>
          <w:p w:rsidR="00C1033C" w:rsidRPr="007F09D2" w:rsidRDefault="00C1033C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C1033C" w:rsidRPr="007F09D2" w:rsidRDefault="00C1033C" w:rsidP="00C1033C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спортивно-массовые мероприятия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C1033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КТ-0000000003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53" w:type="dxa"/>
            <w:vAlign w:val="center"/>
          </w:tcPr>
          <w:p w:rsidR="00C1033C" w:rsidRPr="007F09D2" w:rsidRDefault="00C1033C" w:rsidP="007C3739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C1033C" w:rsidRPr="007F09D2" w:rsidRDefault="00C1033C" w:rsidP="007C3739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C1033C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89" w:type="dxa"/>
            <w:vAlign w:val="center"/>
          </w:tcPr>
          <w:p w:rsidR="00C1033C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9" w:type="dxa"/>
            <w:vAlign w:val="center"/>
          </w:tcPr>
          <w:p w:rsidR="00C1033C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2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vAlign w:val="center"/>
          </w:tcPr>
          <w:p w:rsidR="00C1033C" w:rsidRDefault="00C1033C" w:rsidP="00C1033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79" w:type="dxa"/>
            <w:vAlign w:val="center"/>
          </w:tcPr>
          <w:p w:rsidR="00C1033C" w:rsidRDefault="00C1033C" w:rsidP="00C1033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71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1033C" w:rsidRPr="007F09D2" w:rsidTr="005730F5">
        <w:trPr>
          <w:trHeight w:val="301"/>
        </w:trPr>
        <w:tc>
          <w:tcPr>
            <w:tcW w:w="0" w:type="auto"/>
            <w:vMerge/>
          </w:tcPr>
          <w:p w:rsidR="00C1033C" w:rsidRPr="007F09D2" w:rsidRDefault="00C1033C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спортивно-массовые мероприятия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C1033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КТ-0000000004</w:t>
            </w:r>
          </w:p>
        </w:tc>
        <w:tc>
          <w:tcPr>
            <w:tcW w:w="938" w:type="dxa"/>
            <w:vAlign w:val="center"/>
          </w:tcPr>
          <w:p w:rsidR="00C1033C" w:rsidRPr="007F09D2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53" w:type="dxa"/>
            <w:vAlign w:val="center"/>
          </w:tcPr>
          <w:p w:rsidR="00C1033C" w:rsidRPr="007F09D2" w:rsidRDefault="00C1033C" w:rsidP="007C3739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C1033C" w:rsidRPr="007F09D2" w:rsidRDefault="00C1033C" w:rsidP="007C3739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C1033C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2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89" w:type="dxa"/>
            <w:vAlign w:val="center"/>
          </w:tcPr>
          <w:p w:rsidR="00C1033C" w:rsidRDefault="00C1033C" w:rsidP="007C373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89" w:type="dxa"/>
            <w:vAlign w:val="center"/>
          </w:tcPr>
          <w:p w:rsidR="00C1033C" w:rsidRDefault="00C1033C" w:rsidP="007C373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66" w:type="dxa"/>
            <w:vAlign w:val="center"/>
          </w:tcPr>
          <w:p w:rsidR="00C1033C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79" w:type="dxa"/>
            <w:vAlign w:val="center"/>
          </w:tcPr>
          <w:p w:rsidR="00C1033C" w:rsidRDefault="00C1033C" w:rsidP="007C3739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71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C1033C" w:rsidRPr="007F09D2" w:rsidRDefault="00C1033C" w:rsidP="007C373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1F6" w:rsidRDefault="003E21F6">
      <w:r>
        <w:separator/>
      </w:r>
    </w:p>
  </w:endnote>
  <w:endnote w:type="continuationSeparator" w:id="0">
    <w:p w:rsidR="003E21F6" w:rsidRDefault="003E2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5549C2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1F6" w:rsidRDefault="003E21F6">
      <w:r>
        <w:separator/>
      </w:r>
    </w:p>
  </w:footnote>
  <w:footnote w:type="continuationSeparator" w:id="0">
    <w:p w:rsidR="003E21F6" w:rsidRDefault="003E2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5549C2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5549C2">
    <w:pPr>
      <w:pStyle w:val="a5"/>
      <w:jc w:val="right"/>
    </w:pPr>
    <w:fldSimple w:instr=" PAGE   \* MERGEFORMAT ">
      <w:r w:rsidR="00FD2062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492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57A8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21F6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27C38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62A8"/>
    <w:rsid w:val="00547DDD"/>
    <w:rsid w:val="00551289"/>
    <w:rsid w:val="005549C2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8495D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033C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8589D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37F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4E8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4AE1"/>
    <w:rsid w:val="00FA50F0"/>
    <w:rsid w:val="00FA520A"/>
    <w:rsid w:val="00FA6F61"/>
    <w:rsid w:val="00FA7E9F"/>
    <w:rsid w:val="00FB0315"/>
    <w:rsid w:val="00FB3D38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062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01C1D-84DE-4EEF-89AB-F764C01B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92</TotalTime>
  <Pages>6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5619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9</cp:revision>
  <cp:lastPrinted>2025-02-07T06:18:00Z</cp:lastPrinted>
  <dcterms:created xsi:type="dcterms:W3CDTF">2025-04-18T04:37:00Z</dcterms:created>
  <dcterms:modified xsi:type="dcterms:W3CDTF">2025-11-06T07:41:00Z</dcterms:modified>
</cp:coreProperties>
</file>